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8FE0FC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E4D12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3FBB100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5E4D1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5E4D12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64E708" w:rsidR="0085747A" w:rsidRPr="009C54AE" w:rsidRDefault="00967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91035C" w:rsidR="00015B8F" w:rsidRPr="009C54AE" w:rsidRDefault="00E44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FA5AA36" w:rsidR="0085747A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6EBFC6" w:rsidR="00C61DC5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Krakowskie Towarzystwo Edukacyjne - Oficyna  Wydawnicza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AFM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7CB28" w14:textId="77777777" w:rsidR="00393307" w:rsidRDefault="00393307" w:rsidP="00C16ABF">
      <w:pPr>
        <w:spacing w:after="0" w:line="240" w:lineRule="auto"/>
      </w:pPr>
      <w:r>
        <w:separator/>
      </w:r>
    </w:p>
  </w:endnote>
  <w:endnote w:type="continuationSeparator" w:id="0">
    <w:p w14:paraId="72EE2004" w14:textId="77777777" w:rsidR="00393307" w:rsidRDefault="003933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1CAFE" w14:textId="77777777" w:rsidR="00393307" w:rsidRDefault="00393307" w:rsidP="00C16ABF">
      <w:pPr>
        <w:spacing w:after="0" w:line="240" w:lineRule="auto"/>
      </w:pPr>
      <w:r>
        <w:separator/>
      </w:r>
    </w:p>
  </w:footnote>
  <w:footnote w:type="continuationSeparator" w:id="0">
    <w:p w14:paraId="4A072ACA" w14:textId="77777777" w:rsidR="00393307" w:rsidRDefault="0039330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07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6763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B36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4D12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844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4439F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75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1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1153C5-A3CD-4EC0-8BE5-5606CF6B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29</cp:revision>
  <cp:lastPrinted>2019-02-06T12:12:00Z</cp:lastPrinted>
  <dcterms:created xsi:type="dcterms:W3CDTF">2020-10-25T23:55:00Z</dcterms:created>
  <dcterms:modified xsi:type="dcterms:W3CDTF">2022-02-11T10:32:00Z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